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C5445A" w:rsidRDefault="00893FCC" w:rsidP="005D6365">
      <w:pPr>
        <w:pStyle w:val="Annexetitle"/>
      </w:pPr>
      <w:r>
        <w:t>ANNEX II</w:t>
      </w:r>
      <w:r w:rsidR="00451003" w:rsidRPr="00C5445A">
        <w:t xml:space="preserve"> 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C5445A">
        <w:rPr>
          <w:szCs w:val="24"/>
          <w:lang w:val="fr-FR"/>
        </w:rPr>
        <w:t>(</w:t>
      </w:r>
      <w:proofErr w:type="gramStart"/>
      <w:r w:rsidRPr="00C5445A">
        <w:rPr>
          <w:szCs w:val="24"/>
          <w:lang w:val="fr-FR"/>
        </w:rPr>
        <w:t>max</w:t>
      </w:r>
      <w:proofErr w:type="gramEnd"/>
      <w:r w:rsidRPr="00C5445A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  <w:bookmarkStart w:id="0" w:name="_GoBack"/>
      <w:bookmarkEnd w:id="0"/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398" w:rsidRDefault="009C5398">
      <w:r>
        <w:separator/>
      </w:r>
    </w:p>
  </w:endnote>
  <w:endnote w:type="continuationSeparator" w:id="0">
    <w:p w:rsidR="009C5398" w:rsidRDefault="009C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B09FA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B09F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B09F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B09FA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398" w:rsidRDefault="009C5398">
      <w:r>
        <w:separator/>
      </w:r>
    </w:p>
  </w:footnote>
  <w:footnote w:type="continuationSeparator" w:id="0">
    <w:p w:rsidR="009C5398" w:rsidRDefault="009C5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C5445A" w:rsidP="00451003">
    <w:pPr>
      <w:pStyle w:val="Header"/>
      <w:jc w:val="right"/>
      <w:rPr>
        <w:rFonts w:eastAsia="SimSun"/>
      </w:rPr>
    </w:pPr>
    <w:r w:rsidRPr="00975CC3">
      <w:rPr>
        <w:rFonts w:eastAsia="Tahoma"/>
        <w:b/>
        <w:szCs w:val="24"/>
      </w:rPr>
      <w:t>IO/20/CFE/10018509/YM</w:t>
    </w:r>
    <w:r w:rsidR="00A6246F">
      <w:rPr>
        <w:rFonts w:eastAsia="Tahoma"/>
        <w:b/>
        <w:szCs w:val="24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9C539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3FCC"/>
    <w:rsid w:val="00894974"/>
    <w:rsid w:val="008B09FA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5398"/>
    <w:rsid w:val="009F3394"/>
    <w:rsid w:val="00A201B6"/>
    <w:rsid w:val="00A31ACC"/>
    <w:rsid w:val="00A6246F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5445A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579B31F"/>
  <w15:docId w15:val="{F1575538-F509-4519-83F8-8024248C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Technical_Experience_Profile_-_Template_YQ62FP_v1_0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981EC-0EBA-47FC-9839-9EB990CC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(1).dotx</Template>
  <TotalTime>1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Maeda Yo</dc:creator>
  <cp:keywords>EL3</cp:keywords>
  <cp:lastModifiedBy>Maeda Yo</cp:lastModifiedBy>
  <cp:revision>5</cp:revision>
  <cp:lastPrinted>2017-10-31T13:48:00Z</cp:lastPrinted>
  <dcterms:created xsi:type="dcterms:W3CDTF">2020-01-24T07:57:00Z</dcterms:created>
  <dcterms:modified xsi:type="dcterms:W3CDTF">2020-01-31T15:16:00Z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